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8E792A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71429A" w:rsidRDefault="0071429A" w:rsidP="00374A16">
      <w:pPr>
        <w:spacing w:after="120" w:line="240" w:lineRule="auto"/>
        <w:ind w:left="4536"/>
        <w:rPr>
          <w:rFonts w:cs="Arial"/>
        </w:rPr>
      </w:pPr>
    </w:p>
    <w:sectPr w:rsidR="0071429A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71429A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71429A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C7151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</w:t>
                          </w:r>
                          <w:r w:rsidR="00D32B57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es Calinous</w:t>
                          </w:r>
                        </w:p>
                        <w:p w:rsidR="00256C33" w:rsidRDefault="00D32B57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 bis rue de la Chesnaie - Chemillé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D32B57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120 CHEMILLE-EN-ANJOU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D32B57" w:rsidRPr="00D338DF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ma-calinous</w:t>
                            </w:r>
                            <w:r w:rsidR="00D32B57" w:rsidRPr="00D338DF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D32B57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30 39 22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EA0B6D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D32B57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00452</w:t>
                          </w:r>
                        </w:p>
                        <w:p w:rsidR="00256C33" w:rsidRPr="00BD52B4" w:rsidRDefault="008E792A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Les Calinous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C7151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</w:t>
                    </w:r>
                    <w:r w:rsidR="00D32B57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es Calinous</w:t>
                    </w:r>
                  </w:p>
                  <w:p w:rsidR="00256C33" w:rsidRDefault="00D32B57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 bis rue de la Chesnaie - Chemillé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D32B57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120 CHEMILLE-EN-ANJOU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D32B57" w:rsidRPr="00D338DF">
                        <w:rPr>
                          <w:rStyle w:val="Lienhypertexte"/>
                          <w:sz w:val="16"/>
                          <w:szCs w:val="16"/>
                        </w:rPr>
                        <w:t>ma-calinous</w:t>
                      </w:r>
                      <w:r w:rsidR="00D32B57" w:rsidRPr="00D338DF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D32B57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30 39 22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EA0B6D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D32B57">
                      <w:rPr>
                        <w:color w:val="878786"/>
                        <w:sz w:val="12"/>
                        <w:szCs w:val="12"/>
                      </w:rPr>
                      <w:t xml:space="preserve"> 00452</w:t>
                    </w:r>
                  </w:p>
                  <w:p w:rsidR="00256C33" w:rsidRPr="00BD52B4" w:rsidRDefault="008E792A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Les Calinous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EA0B6D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EA0B6D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11371"/>
    <w:rsid w:val="00233897"/>
    <w:rsid w:val="00252C3B"/>
    <w:rsid w:val="00256C33"/>
    <w:rsid w:val="00263232"/>
    <w:rsid w:val="002673D5"/>
    <w:rsid w:val="00270005"/>
    <w:rsid w:val="0028342C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11BC9"/>
    <w:rsid w:val="0071429A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8E792A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2B57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A0B6D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DB77141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calinous-pdl@vyv3.fr" TargetMode="External"/><Relationship Id="rId1" Type="http://schemas.openxmlformats.org/officeDocument/2006/relationships/hyperlink" Target="mailto:ma-calinou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b7fc1b99-8ebe-4374-9cc1-f5204f903109"/>
    <ds:schemaRef ds:uri="14d88cad-2694-4fc8-ba0f-2537f7b0032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B0C313-A3F1-449D-BCD4-CE2B2C7F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2023-12-19T11:08:00Z</dcterms:created>
  <dcterms:modified xsi:type="dcterms:W3CDTF">2024-01-03T14:34:00Z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